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 xml:space="preserve">Базили́к (лат. Ócimum) </w:t>
      </w:r>
      <w:r>
        <w:rPr>
          <w:rFonts w:ascii="Times New Roman" w:hAnsi="Times New Roman"/>
          <w:sz w:val="28"/>
          <w:szCs w:val="28"/>
        </w:rPr>
        <w:t>–</w:t>
      </w:r>
      <w:r w:rsidRPr="0005294F">
        <w:rPr>
          <w:rFonts w:ascii="Times New Roman" w:hAnsi="Times New Roman"/>
          <w:sz w:val="28"/>
          <w:szCs w:val="28"/>
        </w:rPr>
        <w:t xml:space="preserve"> род однолетних и многолетних трав и</w:t>
      </w:r>
      <w:r>
        <w:rPr>
          <w:rFonts w:ascii="Times New Roman" w:hAnsi="Times New Roman"/>
          <w:sz w:val="28"/>
          <w:szCs w:val="28"/>
        </w:rPr>
        <w:t> </w:t>
      </w:r>
      <w:r w:rsidRPr="0005294F">
        <w:rPr>
          <w:rFonts w:ascii="Times New Roman" w:hAnsi="Times New Roman"/>
          <w:sz w:val="28"/>
          <w:szCs w:val="28"/>
        </w:rPr>
        <w:t>кустарников семейства Яснотковые (Lamiaceae).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 xml:space="preserve">Представители рода </w:t>
      </w:r>
      <w:r>
        <w:rPr>
          <w:rFonts w:ascii="Times New Roman" w:hAnsi="Times New Roman"/>
          <w:sz w:val="28"/>
          <w:szCs w:val="28"/>
        </w:rPr>
        <w:t>–</w:t>
      </w:r>
      <w:r w:rsidRPr="0005294F">
        <w:rPr>
          <w:rFonts w:ascii="Times New Roman" w:hAnsi="Times New Roman"/>
          <w:sz w:val="28"/>
          <w:szCs w:val="28"/>
        </w:rPr>
        <w:t xml:space="preserve"> уроженцы тропических и тёплых умеренных областей Старого Света. Его родина </w:t>
      </w:r>
      <w:r>
        <w:rPr>
          <w:rFonts w:ascii="Times New Roman" w:hAnsi="Times New Roman"/>
          <w:sz w:val="28"/>
          <w:szCs w:val="28"/>
        </w:rPr>
        <w:t>–</w:t>
      </w:r>
      <w:r w:rsidRPr="0005294F">
        <w:rPr>
          <w:rFonts w:ascii="Times New Roman" w:hAnsi="Times New Roman"/>
          <w:sz w:val="28"/>
          <w:szCs w:val="28"/>
        </w:rPr>
        <w:t xml:space="preserve"> Южная Азия, в одичавшем состоянии растёт в субтропиках и тропиках Америки, Азии и Африки.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Латинское название «базилик»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94F">
        <w:rPr>
          <w:rFonts w:ascii="Times New Roman" w:hAnsi="Times New Roman"/>
          <w:sz w:val="28"/>
          <w:szCs w:val="28"/>
        </w:rPr>
        <w:t xml:space="preserve">заимствовано из др.-греч. </w:t>
      </w:r>
      <w:r>
        <w:rPr>
          <w:rFonts w:ascii="Times New Roman" w:hAnsi="Times New Roman"/>
          <w:sz w:val="28"/>
          <w:szCs w:val="28"/>
        </w:rPr>
        <w:t>(</w:t>
      </w:r>
      <w:r w:rsidRPr="0005294F">
        <w:rPr>
          <w:rFonts w:ascii="Times New Roman" w:hAnsi="Times New Roman"/>
          <w:sz w:val="28"/>
          <w:szCs w:val="28"/>
        </w:rPr>
        <w:t>ὤκιμον</w:t>
      </w:r>
      <w:r>
        <w:rPr>
          <w:rFonts w:ascii="Times New Roman" w:hAnsi="Times New Roman"/>
          <w:sz w:val="28"/>
          <w:szCs w:val="28"/>
        </w:rPr>
        <w:t>)</w:t>
      </w:r>
      <w:r w:rsidRPr="0005294F">
        <w:rPr>
          <w:rFonts w:ascii="Times New Roman" w:hAnsi="Times New Roman"/>
          <w:sz w:val="28"/>
          <w:szCs w:val="28"/>
        </w:rPr>
        <w:t>, не име</w:t>
      </w:r>
      <w:r>
        <w:rPr>
          <w:rFonts w:ascii="Times New Roman" w:hAnsi="Times New Roman"/>
          <w:sz w:val="28"/>
          <w:szCs w:val="28"/>
        </w:rPr>
        <w:t>ет</w:t>
      </w:r>
      <w:r w:rsidRPr="0005294F">
        <w:rPr>
          <w:rFonts w:ascii="Times New Roman" w:hAnsi="Times New Roman"/>
          <w:sz w:val="28"/>
          <w:szCs w:val="28"/>
        </w:rPr>
        <w:t xml:space="preserve"> чёткой этимологии. Как пряность базилик был известен древним грекам под названием «окимон». В XVI веке базилик попал в Европу и</w:t>
      </w:r>
      <w:r>
        <w:rPr>
          <w:rFonts w:ascii="Times New Roman" w:hAnsi="Times New Roman"/>
          <w:sz w:val="28"/>
          <w:szCs w:val="28"/>
        </w:rPr>
        <w:t> </w:t>
      </w:r>
      <w:r w:rsidRPr="0005294F">
        <w:rPr>
          <w:rFonts w:ascii="Times New Roman" w:hAnsi="Times New Roman"/>
          <w:sz w:val="28"/>
          <w:szCs w:val="28"/>
        </w:rPr>
        <w:t>быстро завоевал популярность в кулинарии в качестве пряного растения.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Базилик также известен под народными названиями pега́н, pейха́н, pайхон, pеан и душистые васильки.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Цветки в 6–</w:t>
      </w:r>
      <w:r w:rsidRPr="0005294F">
        <w:rPr>
          <w:rFonts w:ascii="Times New Roman" w:hAnsi="Times New Roman"/>
          <w:sz w:val="28"/>
          <w:szCs w:val="28"/>
        </w:rPr>
        <w:t>10-цветковых мутовках собраны прерванным колосом или кистью. Чашечка яйцевидная или колокольчатая, при плодах разрастающаяся и отвороченная вниз, пятизубчатая</w:t>
      </w:r>
      <w:r>
        <w:rPr>
          <w:rFonts w:ascii="Times New Roman" w:hAnsi="Times New Roman"/>
          <w:sz w:val="28"/>
          <w:szCs w:val="28"/>
        </w:rPr>
        <w:t>;</w:t>
      </w:r>
      <w:r w:rsidRPr="0005294F">
        <w:rPr>
          <w:rFonts w:ascii="Times New Roman" w:hAnsi="Times New Roman"/>
          <w:sz w:val="28"/>
          <w:szCs w:val="28"/>
        </w:rPr>
        <w:t xml:space="preserve"> верхний зубец шире остальных, перепончатый, широкояйцевидный, низбегающий на трубку чашечки </w:t>
      </w:r>
      <w:r>
        <w:rPr>
          <w:rFonts w:ascii="Times New Roman" w:hAnsi="Times New Roman"/>
          <w:sz w:val="28"/>
          <w:szCs w:val="28"/>
        </w:rPr>
        <w:br/>
      </w:r>
      <w:r w:rsidRPr="0005294F">
        <w:rPr>
          <w:rFonts w:ascii="Times New Roman" w:hAnsi="Times New Roman"/>
          <w:sz w:val="28"/>
          <w:szCs w:val="28"/>
        </w:rPr>
        <w:t>и прикрывающий краями два соседних задних зубца. Венчик с трубкой, двугубый, нижняя лопасть длиннее остальных и отогнута вниз, четыре образуют «верхнюю губу». Тычинок четыре, верхние с придатком в виде пучка волосков.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 xml:space="preserve">Плоды </w:t>
      </w:r>
      <w:r>
        <w:rPr>
          <w:rFonts w:ascii="Times New Roman" w:hAnsi="Times New Roman"/>
          <w:sz w:val="28"/>
          <w:szCs w:val="28"/>
        </w:rPr>
        <w:t>–</w:t>
      </w:r>
      <w:r w:rsidRPr="0005294F">
        <w:rPr>
          <w:rFonts w:ascii="Times New Roman" w:hAnsi="Times New Roman"/>
          <w:sz w:val="28"/>
          <w:szCs w:val="28"/>
        </w:rPr>
        <w:t xml:space="preserve"> гладкие орешки.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Выращивание происходит в различных теплицах и на открытых, но защищ</w:t>
      </w:r>
      <w:r>
        <w:rPr>
          <w:rFonts w:ascii="Times New Roman" w:hAnsi="Times New Roman"/>
          <w:sz w:val="28"/>
          <w:szCs w:val="28"/>
        </w:rPr>
        <w:t>ённых от ветра</w:t>
      </w:r>
      <w:r w:rsidRPr="0005294F">
        <w:rPr>
          <w:rFonts w:ascii="Times New Roman" w:hAnsi="Times New Roman"/>
          <w:sz w:val="28"/>
          <w:szCs w:val="28"/>
        </w:rPr>
        <w:t xml:space="preserve"> грунтах. Первые листья, пригодные в пищу, вырастают в течение первого месяца, дальше стебель начинает расти вверх.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 xml:space="preserve">Благодаря содержанию ароматических веществ листья и стебельки некоторых видов </w:t>
      </w:r>
      <w:r>
        <w:rPr>
          <w:rFonts w:ascii="Times New Roman" w:hAnsi="Times New Roman"/>
          <w:sz w:val="28"/>
          <w:szCs w:val="28"/>
        </w:rPr>
        <w:t>базилика используют в свежем и</w:t>
      </w:r>
      <w:r w:rsidRPr="0005294F">
        <w:rPr>
          <w:rFonts w:ascii="Times New Roman" w:hAnsi="Times New Roman"/>
          <w:sz w:val="28"/>
          <w:szCs w:val="28"/>
        </w:rPr>
        <w:t xml:space="preserve"> сушёном виде в качестве приправы к соусам и супам, для ароматизации овощных консервов, солений и колбас. Истолчённые в порошок листья базилика в смеси с листьями розмарина применяют как перец. В свежем или сушёном виде применяется </w:t>
      </w:r>
      <w:r>
        <w:rPr>
          <w:rFonts w:ascii="Times New Roman" w:hAnsi="Times New Roman"/>
          <w:sz w:val="28"/>
          <w:szCs w:val="28"/>
        </w:rPr>
        <w:br/>
      </w:r>
      <w:r w:rsidRPr="0005294F">
        <w:rPr>
          <w:rFonts w:ascii="Times New Roman" w:hAnsi="Times New Roman"/>
          <w:sz w:val="28"/>
          <w:szCs w:val="28"/>
        </w:rPr>
        <w:t>в овощных салатах, холодных закусках.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Базилик обладает приятным запахом из-за эфирных масел, которые содержатся в надземной части растения. Содержание масла в различных видах базилика может доходить до 1,5</w:t>
      </w:r>
      <w:r>
        <w:rPr>
          <w:rFonts w:ascii="Times New Roman" w:hAnsi="Times New Roman"/>
          <w:sz w:val="28"/>
          <w:szCs w:val="28"/>
        </w:rPr>
        <w:t>–</w:t>
      </w:r>
      <w:r w:rsidRPr="0005294F">
        <w:rPr>
          <w:rFonts w:ascii="Times New Roman" w:hAnsi="Times New Roman"/>
          <w:sz w:val="28"/>
          <w:szCs w:val="28"/>
        </w:rPr>
        <w:t>2 %. В масле базилика содержатся полезные для человека вещества: камфора, цинеол, оцимен, сапонин, метилхавинол. Кроме того,</w:t>
      </w:r>
      <w:r>
        <w:rPr>
          <w:rFonts w:ascii="Times New Roman" w:hAnsi="Times New Roman"/>
          <w:sz w:val="28"/>
          <w:szCs w:val="28"/>
        </w:rPr>
        <w:t xml:space="preserve"> в базилике обнаружены витамины</w:t>
      </w:r>
      <w:r w:rsidRPr="0005294F">
        <w:rPr>
          <w:rFonts w:ascii="Times New Roman" w:hAnsi="Times New Roman"/>
          <w:sz w:val="28"/>
          <w:szCs w:val="28"/>
        </w:rPr>
        <w:t xml:space="preserve"> B2, РР, аскорбиновая кислота, рутин, каротин.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Базилик – ароматная пряность, с островатым гвоздичным вкусом. Листья фиолетового базилика имеют мятный привкус, у зел</w:t>
      </w:r>
      <w:r>
        <w:rPr>
          <w:rFonts w:ascii="Times New Roman" w:hAnsi="Times New Roman"/>
          <w:sz w:val="28"/>
          <w:szCs w:val="28"/>
        </w:rPr>
        <w:t>ё</w:t>
      </w:r>
      <w:r w:rsidRPr="0005294F">
        <w:rPr>
          <w:rFonts w:ascii="Times New Roman" w:hAnsi="Times New Roman"/>
          <w:sz w:val="28"/>
          <w:szCs w:val="28"/>
        </w:rPr>
        <w:t>ного – сочетание вкуса и аромата напоминает гвоздику и лавр. В зависимости от сорта вкус меняется. Ереванский сорт имеет аромат ч</w:t>
      </w:r>
      <w:r>
        <w:rPr>
          <w:rFonts w:ascii="Times New Roman" w:hAnsi="Times New Roman"/>
          <w:sz w:val="28"/>
          <w:szCs w:val="28"/>
        </w:rPr>
        <w:t>ё</w:t>
      </w:r>
      <w:r w:rsidRPr="0005294F">
        <w:rPr>
          <w:rFonts w:ascii="Times New Roman" w:hAnsi="Times New Roman"/>
          <w:sz w:val="28"/>
          <w:szCs w:val="28"/>
        </w:rPr>
        <w:t>рного чая, душистого перца и</w:t>
      </w:r>
      <w:r>
        <w:rPr>
          <w:rFonts w:ascii="Times New Roman" w:hAnsi="Times New Roman"/>
          <w:sz w:val="28"/>
          <w:szCs w:val="28"/>
        </w:rPr>
        <w:t> </w:t>
      </w:r>
      <w:r w:rsidRPr="0005294F">
        <w:rPr>
          <w:rFonts w:ascii="Times New Roman" w:hAnsi="Times New Roman"/>
          <w:sz w:val="28"/>
          <w:szCs w:val="28"/>
        </w:rPr>
        <w:t>гвоздичный вкус. Ложковидный базилик с зел</w:t>
      </w:r>
      <w:r>
        <w:rPr>
          <w:rFonts w:ascii="Times New Roman" w:hAnsi="Times New Roman"/>
          <w:sz w:val="28"/>
          <w:szCs w:val="28"/>
        </w:rPr>
        <w:t>ё</w:t>
      </w:r>
      <w:r w:rsidRPr="0005294F">
        <w:rPr>
          <w:rFonts w:ascii="Times New Roman" w:hAnsi="Times New Roman"/>
          <w:sz w:val="28"/>
          <w:szCs w:val="28"/>
        </w:rPr>
        <w:t>ными листьями имеет острый вкус лаврового листа. Бакинский сорт имеет привкус мяты и аромат гвоздичного дерева. Ванильный базилик имеет нежный вкус ванили, сочетающийся с л</w:t>
      </w:r>
      <w:r>
        <w:rPr>
          <w:rFonts w:ascii="Times New Roman" w:hAnsi="Times New Roman"/>
          <w:sz w:val="28"/>
          <w:szCs w:val="28"/>
        </w:rPr>
        <w:t>ё</w:t>
      </w:r>
      <w:r w:rsidRPr="0005294F">
        <w:rPr>
          <w:rFonts w:ascii="Times New Roman" w:hAnsi="Times New Roman"/>
          <w:sz w:val="28"/>
          <w:szCs w:val="28"/>
        </w:rPr>
        <w:t xml:space="preserve">гкой остротой. В зависимости от спелости вкус у пряности различен: у молодых растений более нежный, со сладким привкусом, имеет нотки гвоздики и корицы, его лучше использовать в свежем виде. </w:t>
      </w:r>
      <w:r>
        <w:rPr>
          <w:rFonts w:ascii="Times New Roman" w:hAnsi="Times New Roman"/>
          <w:sz w:val="28"/>
          <w:szCs w:val="28"/>
        </w:rPr>
        <w:br/>
      </w:r>
      <w:r w:rsidRPr="0005294F">
        <w:rPr>
          <w:rFonts w:ascii="Times New Roman" w:hAnsi="Times New Roman"/>
          <w:sz w:val="28"/>
          <w:szCs w:val="28"/>
        </w:rPr>
        <w:t>С возрастом у пряности вкус грубеет, становится резким, острым и горьким.</w:t>
      </w:r>
    </w:p>
    <w:p w:rsidR="00A419A9" w:rsidRPr="0005294F" w:rsidRDefault="00A419A9" w:rsidP="00110D1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 xml:space="preserve">Перед использованием в пищу </w:t>
      </w:r>
      <w:r>
        <w:rPr>
          <w:rFonts w:ascii="Times New Roman" w:hAnsi="Times New Roman"/>
          <w:sz w:val="28"/>
          <w:szCs w:val="28"/>
        </w:rPr>
        <w:t>базилик</w:t>
      </w:r>
      <w:r w:rsidRPr="0005294F">
        <w:rPr>
          <w:rFonts w:ascii="Times New Roman" w:hAnsi="Times New Roman"/>
          <w:sz w:val="28"/>
          <w:szCs w:val="28"/>
        </w:rPr>
        <w:t xml:space="preserve"> моют под проточной водой. Тепловой обработки пряность не выносит, особенно с фиолетовыми листьями. Добавляют в блюдо непосредственно перед подачей или в конце приготовления. Повара рекомендуют для сохранения аромата зелень базилика не резать ножом, а рвать руками.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Суш</w:t>
      </w:r>
      <w:r>
        <w:rPr>
          <w:rFonts w:ascii="Times New Roman" w:hAnsi="Times New Roman"/>
          <w:sz w:val="28"/>
          <w:szCs w:val="28"/>
        </w:rPr>
        <w:t>ё</w:t>
      </w:r>
      <w:r w:rsidRPr="0005294F">
        <w:rPr>
          <w:rFonts w:ascii="Times New Roman" w:hAnsi="Times New Roman"/>
          <w:sz w:val="28"/>
          <w:szCs w:val="28"/>
        </w:rPr>
        <w:t>ной зеленью приправляют салаты, супы, прохладительные напитки, соусы. Кулинарная особенность заключается в том, что из высушенных листьев готовят чай. Суш</w:t>
      </w:r>
      <w:r>
        <w:rPr>
          <w:rFonts w:ascii="Times New Roman" w:hAnsi="Times New Roman"/>
          <w:sz w:val="28"/>
          <w:szCs w:val="28"/>
        </w:rPr>
        <w:t>ё</w:t>
      </w:r>
      <w:r w:rsidRPr="0005294F">
        <w:rPr>
          <w:rFonts w:ascii="Times New Roman" w:hAnsi="Times New Roman"/>
          <w:sz w:val="28"/>
          <w:szCs w:val="28"/>
        </w:rPr>
        <w:t>ный базилик занимает мало места, долго хранится</w:t>
      </w:r>
      <w:r>
        <w:rPr>
          <w:rFonts w:ascii="Times New Roman" w:hAnsi="Times New Roman"/>
          <w:sz w:val="28"/>
          <w:szCs w:val="28"/>
        </w:rPr>
        <w:t>,</w:t>
      </w:r>
      <w:r w:rsidRPr="0005294F">
        <w:rPr>
          <w:rFonts w:ascii="Times New Roman" w:hAnsi="Times New Roman"/>
          <w:sz w:val="28"/>
          <w:szCs w:val="28"/>
        </w:rPr>
        <w:t xml:space="preserve"> и засушить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05294F">
        <w:rPr>
          <w:rFonts w:ascii="Times New Roman" w:hAnsi="Times New Roman"/>
          <w:sz w:val="28"/>
          <w:szCs w:val="28"/>
        </w:rPr>
        <w:t>можно большое количество. Замораживают базилик в виде пюре, отдельных листьев или в кубиках льда. В кубике помещается его определ</w:t>
      </w:r>
      <w:r>
        <w:rPr>
          <w:rFonts w:ascii="Times New Roman" w:hAnsi="Times New Roman"/>
          <w:sz w:val="28"/>
          <w:szCs w:val="28"/>
        </w:rPr>
        <w:t>ё</w:t>
      </w:r>
      <w:r w:rsidRPr="0005294F">
        <w:rPr>
          <w:rFonts w:ascii="Times New Roman" w:hAnsi="Times New Roman"/>
          <w:sz w:val="28"/>
          <w:szCs w:val="28"/>
        </w:rPr>
        <w:t xml:space="preserve">нное количество, чтобы сразу бросить </w:t>
      </w:r>
      <w:r>
        <w:rPr>
          <w:rFonts w:ascii="Times New Roman" w:hAnsi="Times New Roman"/>
          <w:sz w:val="28"/>
          <w:szCs w:val="28"/>
        </w:rPr>
        <w:br/>
      </w:r>
      <w:r w:rsidRPr="0005294F">
        <w:rPr>
          <w:rFonts w:ascii="Times New Roman" w:hAnsi="Times New Roman"/>
          <w:sz w:val="28"/>
          <w:szCs w:val="28"/>
        </w:rPr>
        <w:t>в готовящуюся еду.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Базилик можно солить – мелко порезать и пересыпать солью. Блюда с ним имеют ярко выраженный вкус, ведь качества приправы долгое время сохраняются в полной мере.</w:t>
      </w:r>
    </w:p>
    <w:p w:rsidR="00A419A9" w:rsidRPr="0005294F" w:rsidRDefault="00A419A9" w:rsidP="002B2C7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Суш</w:t>
      </w:r>
      <w:r>
        <w:rPr>
          <w:rFonts w:ascii="Times New Roman" w:hAnsi="Times New Roman"/>
          <w:sz w:val="28"/>
          <w:szCs w:val="28"/>
        </w:rPr>
        <w:t>ё</w:t>
      </w:r>
      <w:r w:rsidRPr="0005294F">
        <w:rPr>
          <w:rFonts w:ascii="Times New Roman" w:hAnsi="Times New Roman"/>
          <w:sz w:val="28"/>
          <w:szCs w:val="28"/>
        </w:rPr>
        <w:t>ный базилик входит в состав разных специй для блюд из макаронных изделий, первых и вторых блюд, мяса, блюд из яиц заправок для салатов и соусов. А с рыбой и курицей сочетается плохо. При приготовлении консервов и колбас, копчении мяса служит заменителем перца. Свежими листочками и стеблями приправляют салаты, супы, холодные блюда из мяса и десерты, масло для бутербродов. Чай из свежих листьев утоляет жажду, освежает в жару, восполняет дефицит витаминов и нормализует сон.</w:t>
      </w:r>
    </w:p>
    <w:p w:rsidR="00A419A9" w:rsidRPr="0005294F" w:rsidRDefault="00A419A9" w:rsidP="00110D1F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419A9" w:rsidRPr="0005294F" w:rsidRDefault="00A419A9" w:rsidP="00110D1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</w:p>
    <w:p w:rsidR="00A419A9" w:rsidRPr="0005294F" w:rsidRDefault="00A419A9" w:rsidP="00110D1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  <w:sectPr w:rsidR="00A419A9" w:rsidRPr="0005294F" w:rsidSect="005D37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19A9" w:rsidRPr="0005294F" w:rsidRDefault="00A419A9" w:rsidP="00110D1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  <w:r w:rsidRPr="0005294F">
        <w:rPr>
          <w:rFonts w:ascii="Times New Roman" w:hAnsi="Times New Roman"/>
          <w:sz w:val="28"/>
          <w:szCs w:val="28"/>
          <w:u w:val="single"/>
        </w:rPr>
        <w:t>Соус песто с базиликом</w:t>
      </w:r>
    </w:p>
    <w:p w:rsidR="00A419A9" w:rsidRPr="0005294F" w:rsidRDefault="00A419A9" w:rsidP="0051329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 xml:space="preserve">Ингредиенты (4 порции): </w:t>
      </w:r>
    </w:p>
    <w:p w:rsidR="00A419A9" w:rsidRPr="0005294F" w:rsidRDefault="00A419A9" w:rsidP="0051329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Оливковое масло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94F">
        <w:rPr>
          <w:rFonts w:ascii="Times New Roman" w:hAnsi="Times New Roman"/>
          <w:sz w:val="28"/>
          <w:szCs w:val="28"/>
        </w:rPr>
        <w:t>7 столовых ложек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Соль по вкусу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Базилик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94F">
        <w:rPr>
          <w:rFonts w:ascii="Times New Roman" w:hAnsi="Times New Roman"/>
          <w:sz w:val="28"/>
          <w:szCs w:val="28"/>
        </w:rPr>
        <w:t>1 пучок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Чеснок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294F">
        <w:rPr>
          <w:rFonts w:ascii="Times New Roman" w:hAnsi="Times New Roman"/>
          <w:sz w:val="28"/>
          <w:szCs w:val="28"/>
        </w:rPr>
        <w:t>1 зубчик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Кедровые орехи 40 г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ё</w:t>
      </w:r>
      <w:r w:rsidRPr="0005294F">
        <w:rPr>
          <w:rFonts w:ascii="Times New Roman" w:hAnsi="Times New Roman"/>
          <w:sz w:val="28"/>
          <w:szCs w:val="28"/>
        </w:rPr>
        <w:t>ртый сыр пармезан 50 г</w:t>
      </w:r>
    </w:p>
    <w:p w:rsidR="00A419A9" w:rsidRPr="0005294F" w:rsidRDefault="00A419A9" w:rsidP="0096562C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Вымыть листья базилика и дать им хорошо обсохнуть. Положить его в блендер, добавить 1 зубчик чеснока (предварительно почищенный и разрезанный пополам) и кедровые орехи, добавить немного соли и влить оливковое масло. Измельчить до состояния пюре. </w:t>
      </w:r>
      <w:bookmarkStart w:id="1" w:name="step2"/>
      <w:bookmarkEnd w:id="1"/>
    </w:p>
    <w:p w:rsidR="00A419A9" w:rsidRPr="0005294F" w:rsidRDefault="00A419A9" w:rsidP="0096562C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Добавить сыр, соль и масло по желанию.</w:t>
      </w: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A419A9" w:rsidRPr="0005294F" w:rsidRDefault="00A419A9" w:rsidP="00110D1F">
      <w:pPr>
        <w:spacing w:after="0"/>
        <w:jc w:val="both"/>
        <w:rPr>
          <w:rFonts w:ascii="Times New Roman" w:hAnsi="Times New Roman"/>
          <w:sz w:val="28"/>
          <w:szCs w:val="28"/>
          <w:u w:val="single"/>
        </w:rPr>
      </w:pPr>
      <w:r w:rsidRPr="0005294F">
        <w:rPr>
          <w:rFonts w:ascii="Times New Roman" w:hAnsi="Times New Roman"/>
          <w:sz w:val="28"/>
          <w:szCs w:val="28"/>
          <w:u w:val="single"/>
        </w:rPr>
        <w:t>Гаспачо с базиликом</w:t>
      </w:r>
    </w:p>
    <w:p w:rsidR="00A419A9" w:rsidRPr="0005294F" w:rsidRDefault="00A419A9" w:rsidP="00110D1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Ингредиенты (2 порции)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Помидоры 200 г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Сладкий перец 100 г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Огурцы 100 г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Сельдерей 70 г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Базилик 8 г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Красный лук 20 г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Перец чили 1 шт.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Лайм 1 шт.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Помидоры в собственном соку 100  г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Чеснок 1 зубчик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Оливковое масло 80 мл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Белый винный уксус 15 мл</w:t>
      </w:r>
    </w:p>
    <w:p w:rsidR="00A419A9" w:rsidRPr="0005294F" w:rsidRDefault="00A419A9" w:rsidP="0096562C">
      <w:pPr>
        <w:spacing w:after="0"/>
        <w:ind w:firstLine="454"/>
        <w:jc w:val="both"/>
        <w:rPr>
          <w:rFonts w:ascii="Times New Roman" w:hAnsi="Times New Roman"/>
          <w:sz w:val="28"/>
          <w:szCs w:val="28"/>
        </w:rPr>
      </w:pPr>
      <w:r w:rsidRPr="0005294F">
        <w:rPr>
          <w:rFonts w:ascii="Times New Roman" w:hAnsi="Times New Roman"/>
          <w:sz w:val="28"/>
          <w:szCs w:val="28"/>
        </w:rPr>
        <w:t>Вустерширский соус 10 г</w:t>
      </w:r>
    </w:p>
    <w:p w:rsidR="00A419A9" w:rsidRPr="0005294F" w:rsidRDefault="00A419A9" w:rsidP="0096562C">
      <w:pPr>
        <w:spacing w:after="0" w:line="240" w:lineRule="auto"/>
        <w:ind w:left="-36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Очистите огурцы и сельдерей от кожи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A419A9" w:rsidRPr="0005294F" w:rsidRDefault="00A419A9" w:rsidP="0096562C">
      <w:pPr>
        <w:spacing w:after="0" w:line="240" w:lineRule="auto"/>
        <w:ind w:left="-36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Удалите плодоножку и семена из болгарского перца. </w:t>
      </w:r>
    </w:p>
    <w:p w:rsidR="00A419A9" w:rsidRPr="0005294F" w:rsidRDefault="00A419A9" w:rsidP="0096562C">
      <w:pPr>
        <w:spacing w:after="0" w:line="240" w:lineRule="auto"/>
        <w:ind w:left="-36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" w:name="step3"/>
      <w:bookmarkEnd w:id="2"/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Надрежьте помидор сверху крестообразно и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положите</w:t>
      </w:r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кипящую воду на 1 минуту, остудите в холодной воде и снимите кожу. </w:t>
      </w:r>
    </w:p>
    <w:p w:rsidR="00A419A9" w:rsidRPr="0005294F" w:rsidRDefault="00A419A9" w:rsidP="0096562C">
      <w:pPr>
        <w:spacing w:after="0" w:line="240" w:lineRule="auto"/>
        <w:ind w:left="-36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" w:name="step4"/>
      <w:bookmarkEnd w:id="3"/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Нарежьте овощи кубик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DE42CA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средней величины</w:t>
      </w:r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 </w:t>
      </w:r>
    </w:p>
    <w:p w:rsidR="00A419A9" w:rsidRPr="0005294F" w:rsidRDefault="00A419A9" w:rsidP="0096562C">
      <w:pPr>
        <w:spacing w:after="0" w:line="240" w:lineRule="auto"/>
        <w:ind w:left="-36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4" w:name="step5"/>
      <w:bookmarkEnd w:id="4"/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Отрежьте 2 тонких ломтика чили перца, оборвите листья базилика. </w:t>
      </w:r>
      <w:bookmarkStart w:id="5" w:name="step6"/>
      <w:bookmarkEnd w:id="5"/>
    </w:p>
    <w:p w:rsidR="00A419A9" w:rsidRPr="0005294F" w:rsidRDefault="00A419A9" w:rsidP="0096562C">
      <w:pPr>
        <w:spacing w:after="0" w:line="240" w:lineRule="auto"/>
        <w:ind w:left="-36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 блендер положите нарезанные овощи, добавьте томаты в собственном соку, лук, чеснок, базилик, вустерширский соус, 80 мл оливкового масла, белый винный уксус, 150 мл воды, выдавите сок из 0,5 лайма, посолите, поперчите и измельчите; дайте настояться в холодильнике не менее 20 минут</w:t>
      </w:r>
    </w:p>
    <w:p w:rsidR="00A419A9" w:rsidRPr="0005294F" w:rsidRDefault="00A419A9" w:rsidP="0096562C">
      <w:pPr>
        <w:spacing w:after="0" w:line="240" w:lineRule="auto"/>
        <w:ind w:left="-360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" w:name="step7"/>
      <w:bookmarkEnd w:id="6"/>
      <w:r w:rsidRPr="0005294F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Суп разлейте по тарелкам, украсьте веточкой базилика и подавайте.</w:t>
      </w:r>
    </w:p>
    <w:p w:rsidR="00A419A9" w:rsidRDefault="00A419A9" w:rsidP="0096562C">
      <w:pPr>
        <w:spacing w:after="0"/>
        <w:jc w:val="both"/>
        <w:rPr>
          <w:rFonts w:ascii="Times New Roman" w:hAnsi="Times New Roman"/>
          <w:sz w:val="24"/>
          <w:szCs w:val="24"/>
        </w:rPr>
        <w:sectPr w:rsidR="00A419A9" w:rsidSect="0096562C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419A9" w:rsidRPr="00D23C8E" w:rsidRDefault="00A419A9" w:rsidP="009656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9A9" w:rsidRPr="00110D1F" w:rsidRDefault="00A419A9" w:rsidP="00110D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A419A9" w:rsidRPr="00110D1F" w:rsidSect="0096562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83616"/>
    <w:multiLevelType w:val="multilevel"/>
    <w:tmpl w:val="15920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7F81"/>
    <w:rsid w:val="00017859"/>
    <w:rsid w:val="00017B27"/>
    <w:rsid w:val="00020F1A"/>
    <w:rsid w:val="000252DA"/>
    <w:rsid w:val="000270B3"/>
    <w:rsid w:val="0005294F"/>
    <w:rsid w:val="00085A6B"/>
    <w:rsid w:val="000929B7"/>
    <w:rsid w:val="000B03B5"/>
    <w:rsid w:val="000B42D0"/>
    <w:rsid w:val="000C1CDD"/>
    <w:rsid w:val="00110D1F"/>
    <w:rsid w:val="0013606D"/>
    <w:rsid w:val="00165A76"/>
    <w:rsid w:val="001665A1"/>
    <w:rsid w:val="00172AD8"/>
    <w:rsid w:val="00181A46"/>
    <w:rsid w:val="001C70CA"/>
    <w:rsid w:val="00203C1C"/>
    <w:rsid w:val="002319D8"/>
    <w:rsid w:val="00281320"/>
    <w:rsid w:val="0029513B"/>
    <w:rsid w:val="002A1519"/>
    <w:rsid w:val="002A58B0"/>
    <w:rsid w:val="002B04F5"/>
    <w:rsid w:val="002B0DC8"/>
    <w:rsid w:val="002B2C73"/>
    <w:rsid w:val="002F0F67"/>
    <w:rsid w:val="002F3DEC"/>
    <w:rsid w:val="00340967"/>
    <w:rsid w:val="003511FB"/>
    <w:rsid w:val="00354B0F"/>
    <w:rsid w:val="003612CA"/>
    <w:rsid w:val="003C1F61"/>
    <w:rsid w:val="003E7D1A"/>
    <w:rsid w:val="003F33B4"/>
    <w:rsid w:val="003F79CD"/>
    <w:rsid w:val="00415B3A"/>
    <w:rsid w:val="00441B18"/>
    <w:rsid w:val="004572BA"/>
    <w:rsid w:val="00466EAF"/>
    <w:rsid w:val="004C4EA9"/>
    <w:rsid w:val="00501A31"/>
    <w:rsid w:val="00502C6A"/>
    <w:rsid w:val="00504159"/>
    <w:rsid w:val="005131B0"/>
    <w:rsid w:val="0051329A"/>
    <w:rsid w:val="00524D85"/>
    <w:rsid w:val="005957C9"/>
    <w:rsid w:val="005B030E"/>
    <w:rsid w:val="005D377B"/>
    <w:rsid w:val="005E1949"/>
    <w:rsid w:val="00620B7B"/>
    <w:rsid w:val="00627411"/>
    <w:rsid w:val="0062768C"/>
    <w:rsid w:val="006D4357"/>
    <w:rsid w:val="0075525C"/>
    <w:rsid w:val="00787E07"/>
    <w:rsid w:val="00793DE9"/>
    <w:rsid w:val="007A2506"/>
    <w:rsid w:val="007F283A"/>
    <w:rsid w:val="007F7BCE"/>
    <w:rsid w:val="00876B36"/>
    <w:rsid w:val="00881E79"/>
    <w:rsid w:val="008C3C30"/>
    <w:rsid w:val="008D36D7"/>
    <w:rsid w:val="0090509D"/>
    <w:rsid w:val="0090733F"/>
    <w:rsid w:val="00913F51"/>
    <w:rsid w:val="00941F15"/>
    <w:rsid w:val="0096562C"/>
    <w:rsid w:val="009D530E"/>
    <w:rsid w:val="00A13C55"/>
    <w:rsid w:val="00A164D6"/>
    <w:rsid w:val="00A3367D"/>
    <w:rsid w:val="00A41166"/>
    <w:rsid w:val="00A419A9"/>
    <w:rsid w:val="00A708BC"/>
    <w:rsid w:val="00AA17A2"/>
    <w:rsid w:val="00AC24C0"/>
    <w:rsid w:val="00AE4BEC"/>
    <w:rsid w:val="00B20D10"/>
    <w:rsid w:val="00B40EAC"/>
    <w:rsid w:val="00BF7F27"/>
    <w:rsid w:val="00C44C55"/>
    <w:rsid w:val="00C52435"/>
    <w:rsid w:val="00C810DA"/>
    <w:rsid w:val="00CA387D"/>
    <w:rsid w:val="00CE2341"/>
    <w:rsid w:val="00D06313"/>
    <w:rsid w:val="00D23C8E"/>
    <w:rsid w:val="00D40518"/>
    <w:rsid w:val="00D42242"/>
    <w:rsid w:val="00D535BB"/>
    <w:rsid w:val="00D816EC"/>
    <w:rsid w:val="00DE42CA"/>
    <w:rsid w:val="00E17F81"/>
    <w:rsid w:val="00E32B3B"/>
    <w:rsid w:val="00E55644"/>
    <w:rsid w:val="00E6557F"/>
    <w:rsid w:val="00E93584"/>
    <w:rsid w:val="00F13B40"/>
    <w:rsid w:val="00F357C6"/>
    <w:rsid w:val="00FB0BDC"/>
    <w:rsid w:val="00FC4B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77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5041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4159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table" w:styleId="TableGrid">
    <w:name w:val="Table Grid"/>
    <w:basedOn w:val="TableNormal"/>
    <w:uiPriority w:val="99"/>
    <w:rsid w:val="0050415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50415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04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04159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CE2341"/>
    <w:rPr>
      <w:rFonts w:cs="Times New Roman"/>
      <w:b/>
      <w:bCs/>
    </w:rPr>
  </w:style>
  <w:style w:type="paragraph" w:customStyle="1" w:styleId="paragraph">
    <w:name w:val="paragraph"/>
    <w:basedOn w:val="Normal"/>
    <w:uiPriority w:val="99"/>
    <w:rsid w:val="00E935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73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34229">
          <w:marLeft w:val="101"/>
          <w:marRight w:val="101"/>
          <w:marTop w:val="0"/>
          <w:marBottom w:val="101"/>
          <w:divBdr>
            <w:top w:val="single" w:sz="2" w:space="3" w:color="DDDDDD"/>
            <w:left w:val="single" w:sz="2" w:space="5" w:color="DDDDDD"/>
            <w:bottom w:val="single" w:sz="2" w:space="0" w:color="DDDDDD"/>
            <w:right w:val="single" w:sz="2" w:space="7" w:color="DDDDDD"/>
          </w:divBdr>
        </w:div>
      </w:divsChild>
    </w:div>
    <w:div w:id="114073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3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408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511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0734182">
                                                      <w:marLeft w:val="0"/>
                                                      <w:marRight w:val="41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0734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0734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073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23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0734265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402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073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29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178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4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2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2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230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5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5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2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1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31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57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195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57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212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3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0734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423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4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2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4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1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5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62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305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0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1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325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2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40734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073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3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734315">
              <w:marLeft w:val="0"/>
              <w:marRight w:val="0"/>
              <w:marTop w:val="270"/>
              <w:marBottom w:val="0"/>
              <w:divBdr>
                <w:top w:val="single" w:sz="2" w:space="12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3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401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459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07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077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094">
                      <w:marLeft w:val="-95"/>
                      <w:marRight w:val="-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408">
                          <w:marLeft w:val="95"/>
                          <w:marRight w:val="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14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14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184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234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  <w:div w:id="114073424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047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142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0734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0734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306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4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0734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426">
                                                      <w:marLeft w:val="0"/>
                                                      <w:marRight w:val="0"/>
                                                      <w:marTop w:val="5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5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0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0734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33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364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288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1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3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377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5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5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1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0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1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38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46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625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73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3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4044">
              <w:marLeft w:val="0"/>
              <w:marRight w:val="0"/>
              <w:marTop w:val="270"/>
              <w:marBottom w:val="0"/>
              <w:divBdr>
                <w:top w:val="single" w:sz="2" w:space="12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3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401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07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630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10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11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122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175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24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282">
                      <w:marLeft w:val="0"/>
                      <w:marRight w:val="0"/>
                      <w:marTop w:val="13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495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0734458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0734580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073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0734623">
                                                      <w:marLeft w:val="0"/>
                                                      <w:marRight w:val="0"/>
                                                      <w:marTop w:val="54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3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34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386">
                      <w:marLeft w:val="-95"/>
                      <w:marRight w:val="-9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164">
                          <w:marLeft w:val="95"/>
                          <w:marRight w:val="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399">
                      <w:marLeft w:val="0"/>
                      <w:marRight w:val="0"/>
                      <w:marTop w:val="29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038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3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1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092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1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1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5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540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5E5E5"/>
                            <w:left w:val="single" w:sz="6" w:space="0" w:color="E5E5E5"/>
                            <w:bottom w:val="single" w:sz="6" w:space="0" w:color="E5E5E5"/>
                            <w:right w:val="single" w:sz="6" w:space="0" w:color="E5E5E5"/>
                          </w:divBdr>
                        </w:div>
                      </w:divsChild>
                    </w:div>
                    <w:div w:id="1140734587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3460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07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3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73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3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413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168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412">
                          <w:marLeft w:val="-5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73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0734169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3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6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347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1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2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6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407343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443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1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2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366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057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4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2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078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1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5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1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1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407346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0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1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3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37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single" w:sz="6" w:space="5" w:color="CCCCCC"/>
                        <w:bottom w:val="none" w:sz="0" w:space="0" w:color="auto"/>
                        <w:right w:val="none" w:sz="0" w:space="0" w:color="auto"/>
                      </w:divBdr>
                    </w:div>
                    <w:div w:id="114073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0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320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0734155">
                                  <w:marLeft w:val="0"/>
                                  <w:marRight w:val="0"/>
                                  <w:marTop w:val="0"/>
                                  <w:marBottom w:val="54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256">
                                      <w:marLeft w:val="10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0734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4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073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0734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0734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470">
                                                          <w:marLeft w:val="0"/>
                                                          <w:marRight w:val="81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140734475">
                                                      <w:marLeft w:val="0"/>
                                                      <w:marRight w:val="41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407345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0734453">
                      <w:marLeft w:val="0"/>
                      <w:marRight w:val="0"/>
                      <w:marTop w:val="16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734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73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734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4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734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6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0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189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1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0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1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4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40734222">
                                          <w:marLeft w:val="0"/>
                                          <w:marRight w:val="34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BEBEB"/>
                                            <w:left w:val="single" w:sz="2" w:space="0" w:color="EBEBEB"/>
                                            <w:bottom w:val="single" w:sz="2" w:space="0" w:color="EBEBEB"/>
                                            <w:right w:val="single" w:sz="2" w:space="0" w:color="EBEBEB"/>
                                          </w:divBdr>
                                          <w:divsChild>
                                            <w:div w:id="1140734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34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7341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0734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0734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734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734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07344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0734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0734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07340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73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3403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34317">
              <w:marLeft w:val="0"/>
              <w:marRight w:val="0"/>
              <w:marTop w:val="0"/>
              <w:marBottom w:val="0"/>
              <w:divBdr>
                <w:top w:val="single" w:sz="4" w:space="2" w:color="C8CCD1"/>
                <w:left w:val="single" w:sz="4" w:space="2" w:color="C8CCD1"/>
                <w:bottom w:val="single" w:sz="4" w:space="2" w:color="C8CCD1"/>
                <w:right w:val="single" w:sz="4" w:space="2" w:color="C8CCD1"/>
              </w:divBdr>
            </w:div>
          </w:divsChild>
        </w:div>
      </w:divsChild>
    </w:div>
    <w:div w:id="114073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3</Pages>
  <Words>845</Words>
  <Characters>4821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EJK</dc:creator>
  <cp:keywords/>
  <dc:description/>
  <cp:lastModifiedBy>Зацепина</cp:lastModifiedBy>
  <cp:revision>10</cp:revision>
  <dcterms:created xsi:type="dcterms:W3CDTF">2021-02-14T12:45:00Z</dcterms:created>
  <dcterms:modified xsi:type="dcterms:W3CDTF">2021-03-23T07:28:00Z</dcterms:modified>
</cp:coreProperties>
</file>